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996" w:rsidRPr="00BD3564" w:rsidRDefault="0005703B" w:rsidP="00BD3564">
      <w:pPr>
        <w:spacing w:after="0"/>
        <w:rPr>
          <w:rFonts w:ascii="Arial" w:hAnsi="Arial" w:cs="Arial"/>
          <w:sz w:val="14"/>
          <w:szCs w:val="14"/>
        </w:rPr>
      </w:pPr>
      <w:r w:rsidRPr="00BD3564">
        <w:rPr>
          <w:rFonts w:ascii="Arial" w:hAnsi="Arial" w:cs="Arial"/>
          <w:sz w:val="14"/>
          <w:szCs w:val="14"/>
        </w:rPr>
        <w:t xml:space="preserve">Ihre Absenderadresse: Firma - Straße - PLZ </w:t>
      </w:r>
      <w:r w:rsidR="00AF7C9C" w:rsidRPr="00BD3564">
        <w:rPr>
          <w:rFonts w:ascii="Arial" w:hAnsi="Arial" w:cs="Arial"/>
          <w:sz w:val="14"/>
          <w:szCs w:val="14"/>
        </w:rPr>
        <w:t>-</w:t>
      </w:r>
      <w:r w:rsidRPr="00BD3564">
        <w:rPr>
          <w:rFonts w:ascii="Arial" w:hAnsi="Arial" w:cs="Arial"/>
          <w:sz w:val="14"/>
          <w:szCs w:val="14"/>
        </w:rPr>
        <w:t xml:space="preserve"> Stadt</w:t>
      </w:r>
      <w:bookmarkStart w:id="0" w:name="_GoBack"/>
      <w:bookmarkEnd w:id="0"/>
    </w:p>
    <w:p w:rsidR="0029776B" w:rsidRPr="00BD3564" w:rsidRDefault="0029776B" w:rsidP="00C8785D">
      <w:pPr>
        <w:spacing w:after="0" w:line="240" w:lineRule="auto"/>
        <w:rPr>
          <w:rFonts w:ascii="Arial" w:hAnsi="Arial" w:cs="Arial"/>
        </w:rPr>
      </w:pPr>
    </w:p>
    <w:p w:rsidR="0029776B" w:rsidRPr="00BD3564" w:rsidRDefault="0029776B" w:rsidP="00C8785D">
      <w:pPr>
        <w:spacing w:after="0" w:line="240" w:lineRule="auto"/>
        <w:rPr>
          <w:rFonts w:ascii="Arial" w:hAnsi="Arial" w:cs="Arial"/>
        </w:rPr>
      </w:pPr>
    </w:p>
    <w:p w:rsidR="0005703B" w:rsidRPr="00BD3564" w:rsidRDefault="00C8785D" w:rsidP="00C8785D">
      <w:pPr>
        <w:spacing w:after="0" w:line="240" w:lineRule="auto"/>
        <w:rPr>
          <w:rFonts w:ascii="Arial" w:hAnsi="Arial" w:cs="Arial"/>
        </w:rPr>
      </w:pPr>
      <w:r>
        <w:rPr>
          <w:rFonts w:ascii="Arial" w:hAnsi="Arial" w:cs="Arial"/>
        </w:rPr>
        <w:t>Name/</w:t>
      </w:r>
      <w:r w:rsidR="0005703B" w:rsidRPr="00BD3564">
        <w:rPr>
          <w:rFonts w:ascii="Arial" w:hAnsi="Arial" w:cs="Arial"/>
        </w:rPr>
        <w:t>Firmenname</w:t>
      </w:r>
      <w:r w:rsidR="00BE395D">
        <w:rPr>
          <w:rFonts w:ascii="Arial" w:hAnsi="Arial" w:cs="Arial"/>
        </w:rPr>
        <w:t xml:space="preserve"> </w:t>
      </w:r>
    </w:p>
    <w:p w:rsidR="0005703B" w:rsidRPr="00BD3564" w:rsidRDefault="0005703B" w:rsidP="00C8785D">
      <w:pPr>
        <w:spacing w:after="0" w:line="240" w:lineRule="auto"/>
        <w:rPr>
          <w:rFonts w:ascii="Arial" w:hAnsi="Arial" w:cs="Arial"/>
        </w:rPr>
      </w:pPr>
      <w:r w:rsidRPr="00BD3564">
        <w:rPr>
          <w:rFonts w:ascii="Arial" w:hAnsi="Arial" w:cs="Arial"/>
        </w:rPr>
        <w:t>Ansprechpartner</w:t>
      </w:r>
    </w:p>
    <w:p w:rsidR="0005703B" w:rsidRPr="00BD3564" w:rsidRDefault="0005703B" w:rsidP="00C8785D">
      <w:pPr>
        <w:spacing w:after="0" w:line="240" w:lineRule="auto"/>
        <w:rPr>
          <w:rFonts w:ascii="Arial" w:hAnsi="Arial" w:cs="Arial"/>
        </w:rPr>
      </w:pPr>
      <w:r w:rsidRPr="00BD3564">
        <w:rPr>
          <w:rFonts w:ascii="Arial" w:hAnsi="Arial" w:cs="Arial"/>
        </w:rPr>
        <w:t>Straße und Hausnummer</w:t>
      </w:r>
    </w:p>
    <w:p w:rsidR="0005703B" w:rsidRPr="00BD3564" w:rsidRDefault="0005703B" w:rsidP="00C8785D">
      <w:pPr>
        <w:spacing w:after="0" w:line="240" w:lineRule="auto"/>
        <w:rPr>
          <w:rFonts w:ascii="Arial" w:hAnsi="Arial" w:cs="Arial"/>
        </w:rPr>
      </w:pPr>
      <w:r w:rsidRPr="00BD3564">
        <w:rPr>
          <w:rFonts w:ascii="Arial" w:hAnsi="Arial" w:cs="Arial"/>
        </w:rPr>
        <w:t>Postleitzahl und Stadt</w:t>
      </w:r>
    </w:p>
    <w:p w:rsidR="0029776B" w:rsidRPr="00BD3564" w:rsidRDefault="00C8785D" w:rsidP="00C8785D">
      <w:pPr>
        <w:spacing w:after="0" w:line="240" w:lineRule="auto"/>
        <w:rPr>
          <w:rFonts w:ascii="Arial" w:hAnsi="Arial" w:cs="Arial"/>
        </w:rPr>
      </w:pPr>
      <w:r>
        <w:rPr>
          <w:rFonts w:ascii="Arial" w:hAnsi="Arial" w:cs="Arial"/>
        </w:rPr>
        <w:t>ggf. Land</w:t>
      </w:r>
    </w:p>
    <w:p w:rsidR="0005703B" w:rsidRPr="00BD3564" w:rsidRDefault="0005703B" w:rsidP="00BD3564">
      <w:pPr>
        <w:spacing w:after="0"/>
        <w:rPr>
          <w:rFonts w:ascii="Arial" w:hAnsi="Arial" w:cs="Arial"/>
        </w:rPr>
      </w:pPr>
    </w:p>
    <w:p w:rsidR="0005703B" w:rsidRPr="00BD3564" w:rsidRDefault="0005703B" w:rsidP="00BD3564">
      <w:pPr>
        <w:spacing w:after="0" w:line="240" w:lineRule="auto"/>
        <w:rPr>
          <w:rFonts w:ascii="Arial" w:hAnsi="Arial" w:cs="Arial"/>
        </w:rPr>
      </w:pPr>
    </w:p>
    <w:p w:rsidR="0005703B" w:rsidRPr="00BD3564" w:rsidRDefault="0005703B" w:rsidP="00BD3564">
      <w:pPr>
        <w:tabs>
          <w:tab w:val="left" w:pos="8364"/>
        </w:tabs>
        <w:spacing w:after="0" w:line="240" w:lineRule="auto"/>
        <w:jc w:val="right"/>
        <w:rPr>
          <w:rFonts w:ascii="Arial" w:hAnsi="Arial" w:cs="Arial"/>
        </w:rPr>
      </w:pPr>
      <w:r w:rsidRPr="00BD3564">
        <w:rPr>
          <w:rFonts w:ascii="Arial" w:hAnsi="Arial" w:cs="Arial"/>
        </w:rPr>
        <w:t>Ort, Datum</w:t>
      </w:r>
    </w:p>
    <w:p w:rsidR="00EA7DE9" w:rsidRPr="00BD3564" w:rsidRDefault="00EA7DE9" w:rsidP="00BD3564">
      <w:pPr>
        <w:spacing w:after="0" w:line="240" w:lineRule="auto"/>
        <w:rPr>
          <w:rFonts w:ascii="Arial" w:hAnsi="Arial" w:cs="Arial"/>
          <w:b/>
        </w:rPr>
      </w:pPr>
      <w:r w:rsidRPr="00BD3564">
        <w:rPr>
          <w:rFonts w:ascii="Arial" w:hAnsi="Arial" w:cs="Arial"/>
          <w:b/>
        </w:rPr>
        <w:t xml:space="preserve">Betreff Ihres </w:t>
      </w:r>
      <w:r w:rsidR="00BD3564">
        <w:rPr>
          <w:rFonts w:ascii="Arial" w:hAnsi="Arial" w:cs="Arial"/>
          <w:b/>
        </w:rPr>
        <w:t>B</w:t>
      </w:r>
      <w:r w:rsidRPr="00BD3564">
        <w:rPr>
          <w:rFonts w:ascii="Arial" w:hAnsi="Arial" w:cs="Arial"/>
          <w:b/>
        </w:rPr>
        <w:t>riefs</w:t>
      </w:r>
    </w:p>
    <w:p w:rsidR="0005703B" w:rsidRPr="00BD3564" w:rsidRDefault="0005703B" w:rsidP="00BD3564">
      <w:pPr>
        <w:spacing w:after="0" w:line="240" w:lineRule="auto"/>
        <w:rPr>
          <w:rFonts w:ascii="Arial" w:hAnsi="Arial" w:cs="Arial"/>
        </w:rPr>
      </w:pPr>
    </w:p>
    <w:p w:rsidR="00EA7DE9" w:rsidRPr="00BD3564" w:rsidRDefault="00EA7DE9" w:rsidP="00BD3564">
      <w:pPr>
        <w:spacing w:after="0" w:line="240" w:lineRule="auto"/>
        <w:rPr>
          <w:rFonts w:ascii="Arial" w:hAnsi="Arial" w:cs="Arial"/>
        </w:rPr>
      </w:pPr>
    </w:p>
    <w:p w:rsidR="00EA7DE9" w:rsidRPr="00BD3564" w:rsidRDefault="00EA7DE9" w:rsidP="00BD3564">
      <w:pPr>
        <w:spacing w:after="0" w:line="240" w:lineRule="auto"/>
        <w:rPr>
          <w:rFonts w:ascii="Arial" w:hAnsi="Arial" w:cs="Arial"/>
        </w:rPr>
      </w:pPr>
      <w:r w:rsidRPr="00BD3564">
        <w:rPr>
          <w:rFonts w:ascii="Arial" w:hAnsi="Arial" w:cs="Arial"/>
        </w:rPr>
        <w:t>Anrede</w:t>
      </w:r>
    </w:p>
    <w:p w:rsidR="0005703B" w:rsidRPr="00BD3564" w:rsidRDefault="0005703B" w:rsidP="00BD3564">
      <w:pPr>
        <w:pStyle w:val="Textkrper"/>
        <w:widowControl/>
        <w:rPr>
          <w:rFonts w:ascii="Arial" w:hAnsi="Arial" w:cs="Arial"/>
          <w:bCs/>
          <w:sz w:val="22"/>
          <w:szCs w:val="22"/>
        </w:rPr>
      </w:pPr>
    </w:p>
    <w:p w:rsidR="0005703B" w:rsidRPr="00BD3564" w:rsidRDefault="0005703B" w:rsidP="00BD3564">
      <w:pPr>
        <w:pStyle w:val="Textkrper"/>
        <w:widowControl/>
        <w:rPr>
          <w:rFonts w:ascii="Arial" w:hAnsi="Arial" w:cs="Arial"/>
          <w:b/>
          <w:bCs/>
          <w:color w:val="365F91"/>
          <w:sz w:val="22"/>
          <w:szCs w:val="22"/>
        </w:rPr>
      </w:pPr>
      <w:r w:rsidRPr="00BD3564">
        <w:rPr>
          <w:rFonts w:ascii="Arial" w:hAnsi="Arial" w:cs="Arial"/>
          <w:b/>
          <w:bCs/>
          <w:color w:val="365F91"/>
          <w:sz w:val="22"/>
          <w:szCs w:val="22"/>
        </w:rPr>
        <w:t>Zur Nutzung dieser Briefvorlage</w:t>
      </w:r>
    </w:p>
    <w:p w:rsidR="0005703B" w:rsidRPr="00BD3564" w:rsidRDefault="0005703B" w:rsidP="00BD3564">
      <w:pPr>
        <w:pStyle w:val="Textkrper"/>
        <w:widowControl/>
        <w:rPr>
          <w:rFonts w:ascii="Arial" w:hAnsi="Arial" w:cs="Arial"/>
          <w:color w:val="365F91"/>
          <w:sz w:val="22"/>
          <w:szCs w:val="22"/>
        </w:rPr>
      </w:pPr>
      <w:r w:rsidRPr="00BD3564">
        <w:rPr>
          <w:rFonts w:ascii="Arial" w:hAnsi="Arial" w:cs="Arial"/>
          <w:color w:val="365F91"/>
          <w:sz w:val="22"/>
          <w:szCs w:val="22"/>
        </w:rPr>
        <w:t>Bei Verwendung dieser Vorlage, ist Ihr Adressfeld automatisch richtig platziert. Damit ist sichergestellt, dass die Empfängeradresse vollständig im Sichtfenster des Kuverts angezeigt wird.</w:t>
      </w:r>
    </w:p>
    <w:p w:rsidR="0005703B" w:rsidRPr="00BD3564" w:rsidRDefault="0005703B" w:rsidP="00BD3564">
      <w:pPr>
        <w:pStyle w:val="Textkrper"/>
        <w:widowControl/>
        <w:rPr>
          <w:rFonts w:ascii="Arial" w:hAnsi="Arial" w:cs="Arial"/>
          <w:color w:val="365F91"/>
          <w:sz w:val="22"/>
          <w:szCs w:val="22"/>
        </w:rPr>
      </w:pPr>
      <w:r w:rsidRPr="00BD3564">
        <w:rPr>
          <w:rFonts w:ascii="Arial" w:hAnsi="Arial" w:cs="Arial"/>
          <w:color w:val="365F91"/>
          <w:sz w:val="22"/>
          <w:szCs w:val="22"/>
        </w:rPr>
        <w:t>Unser Logo oben rechts soll Sie daran erinnern, dass Sie selbstverständlich auch Ihr eigenes Logo einfügen können. Bei den Druckoptionen müssen Sie bei einem farbigen Logo natürlich noch „Farbe“ auswählen. Ersetzen Sie unser Logo durch Ihr eigenes, bzw. löschen Sie die Grafik, falls Sie kein Logo verwenden möchten. Selbstverständlich sollten Sie bei einem Geschäftsbrief noch Ihren Briefkopf mit den gesetzlich vorgeschriebenen Informationen einfügen.</w:t>
      </w:r>
    </w:p>
    <w:p w:rsidR="0005703B" w:rsidRPr="00BD3564" w:rsidRDefault="0005703B" w:rsidP="00BD3564">
      <w:pPr>
        <w:pStyle w:val="Textkrper"/>
        <w:widowControl/>
        <w:rPr>
          <w:rFonts w:ascii="Arial" w:hAnsi="Arial" w:cs="Arial"/>
          <w:color w:val="365F91"/>
          <w:sz w:val="22"/>
          <w:szCs w:val="22"/>
        </w:rPr>
      </w:pPr>
      <w:r w:rsidRPr="00BD3564">
        <w:rPr>
          <w:rFonts w:ascii="Arial" w:hAnsi="Arial" w:cs="Arial"/>
          <w:color w:val="365F91"/>
          <w:sz w:val="22"/>
          <w:szCs w:val="22"/>
        </w:rPr>
        <w:t xml:space="preserve">Ersetzen Sie die Platzhalter (Texte </w:t>
      </w:r>
      <w:r w:rsidR="0029776B" w:rsidRPr="00BD3564">
        <w:rPr>
          <w:rFonts w:ascii="Arial" w:hAnsi="Arial" w:cs="Arial"/>
          <w:color w:val="365F91"/>
          <w:sz w:val="22"/>
          <w:szCs w:val="22"/>
        </w:rPr>
        <w:t>in schwarzer</w:t>
      </w:r>
      <w:r w:rsidRPr="00BD3564">
        <w:rPr>
          <w:rFonts w:ascii="Arial" w:hAnsi="Arial" w:cs="Arial"/>
          <w:color w:val="365F91"/>
          <w:sz w:val="22"/>
          <w:szCs w:val="22"/>
        </w:rPr>
        <w:t xml:space="preserve"> Schrift) und löschen Sie diesen Erläuterungstext. Ihr fertiges Schreiben speichern Sie bitte im Dateiformat PDF und laden es dann hoch.</w:t>
      </w:r>
    </w:p>
    <w:p w:rsidR="0005703B" w:rsidRPr="00BD3564" w:rsidRDefault="0005703B" w:rsidP="00BD3564">
      <w:pPr>
        <w:pStyle w:val="berschrift3"/>
        <w:spacing w:before="0" w:beforeAutospacing="0" w:after="120" w:afterAutospacing="0"/>
        <w:rPr>
          <w:rFonts w:ascii="Arial" w:hAnsi="Arial" w:cs="Arial"/>
          <w:b w:val="0"/>
          <w:color w:val="365F91"/>
          <w:sz w:val="22"/>
          <w:szCs w:val="22"/>
        </w:rPr>
      </w:pPr>
      <w:r w:rsidRPr="00BD3564">
        <w:rPr>
          <w:rFonts w:ascii="Arial" w:hAnsi="Arial" w:cs="Arial"/>
          <w:b w:val="0"/>
          <w:color w:val="365F91"/>
          <w:sz w:val="22"/>
          <w:szCs w:val="22"/>
        </w:rPr>
        <w:t xml:space="preserve">Falls Sie eigene Briefvorlagen verwenden, sollten Sie die Erläuterungen in unseren FAQ im Bereich „Fragen zur Erstellung von Briefdateien“ beachten. Ein praktischer Tipp: Wenn Sie die Briefvorlage zum ersten Mal nutzen, laden Sie das damit erstellte Schreiben zunächst im „Testmodus“ hoch und überprüfen Sie das Ergebnis in der Auftragsübersicht. Sie vermeiden so Fehlproduktionen und erzielen ein optimales </w:t>
      </w:r>
      <w:r w:rsidR="001E29AF" w:rsidRPr="00BD3564">
        <w:rPr>
          <w:rFonts w:ascii="Arial" w:hAnsi="Arial" w:cs="Arial"/>
          <w:b w:val="0"/>
          <w:color w:val="365F91"/>
          <w:sz w:val="22"/>
          <w:szCs w:val="22"/>
        </w:rPr>
        <w:t>Resultat</w:t>
      </w:r>
      <w:r w:rsidRPr="00BD3564">
        <w:rPr>
          <w:rFonts w:ascii="Arial" w:hAnsi="Arial" w:cs="Arial"/>
          <w:b w:val="0"/>
          <w:color w:val="365F91"/>
          <w:sz w:val="22"/>
          <w:szCs w:val="22"/>
        </w:rPr>
        <w:t>.</w:t>
      </w:r>
    </w:p>
    <w:p w:rsidR="0005703B" w:rsidRPr="00BD3564" w:rsidRDefault="0005703B" w:rsidP="00BD3564">
      <w:pPr>
        <w:pStyle w:val="Textkrper"/>
        <w:widowControl/>
        <w:rPr>
          <w:rFonts w:ascii="Arial" w:hAnsi="Arial" w:cs="Arial"/>
          <w:color w:val="365F91"/>
          <w:sz w:val="22"/>
          <w:szCs w:val="22"/>
        </w:rPr>
      </w:pPr>
      <w:r w:rsidRPr="00BD3564">
        <w:rPr>
          <w:rFonts w:ascii="Arial" w:hAnsi="Arial" w:cs="Arial"/>
          <w:color w:val="365F91"/>
          <w:sz w:val="22"/>
          <w:szCs w:val="22"/>
        </w:rPr>
        <w:t>Wir wünschen Gutes Gelingen!</w:t>
      </w:r>
    </w:p>
    <w:p w:rsidR="0005703B" w:rsidRPr="00BD3564" w:rsidRDefault="0005703B" w:rsidP="00BD3564">
      <w:pPr>
        <w:pStyle w:val="Textkrper"/>
        <w:widowControl/>
        <w:rPr>
          <w:rFonts w:ascii="Arial" w:hAnsi="Arial" w:cs="Arial"/>
          <w:color w:val="365F91"/>
          <w:sz w:val="22"/>
          <w:szCs w:val="22"/>
        </w:rPr>
      </w:pPr>
    </w:p>
    <w:p w:rsidR="0005703B" w:rsidRPr="00BD3564" w:rsidRDefault="0005703B" w:rsidP="00BD3564">
      <w:pPr>
        <w:pStyle w:val="Textkrper"/>
        <w:widowControl/>
        <w:rPr>
          <w:rFonts w:ascii="Arial" w:hAnsi="Arial" w:cs="Arial"/>
          <w:color w:val="365F91"/>
          <w:sz w:val="22"/>
          <w:szCs w:val="22"/>
        </w:rPr>
      </w:pPr>
      <w:r w:rsidRPr="00BD3564">
        <w:rPr>
          <w:rFonts w:ascii="Arial" w:hAnsi="Arial" w:cs="Arial"/>
          <w:color w:val="365F91"/>
          <w:sz w:val="22"/>
          <w:szCs w:val="22"/>
        </w:rPr>
        <w:t xml:space="preserve">CONFIDENCE CENTER Information Logistics </w:t>
      </w:r>
      <w:r w:rsidR="005F631C">
        <w:rPr>
          <w:rFonts w:ascii="Arial" w:hAnsi="Arial" w:cs="Arial"/>
          <w:color w:val="365F91"/>
          <w:sz w:val="22"/>
          <w:szCs w:val="22"/>
        </w:rPr>
        <w:t>AG</w:t>
      </w:r>
    </w:p>
    <w:sectPr w:rsidR="0005703B" w:rsidRPr="00BD3564" w:rsidSect="00D717C1">
      <w:headerReference w:type="default" r:id="rId6"/>
      <w:pgSz w:w="11906" w:h="16838" w:code="9"/>
      <w:pgMar w:top="2660" w:right="1418"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6CB2" w:rsidRDefault="00EC6CB2">
      <w:r>
        <w:separator/>
      </w:r>
    </w:p>
  </w:endnote>
  <w:endnote w:type="continuationSeparator" w:id="0">
    <w:p w:rsidR="00EC6CB2" w:rsidRDefault="00EC6C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DejaVuSans">
    <w:altName w:val="Times New Roman"/>
    <w:charset w:val="00"/>
    <w:family w:val="auto"/>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6CB2" w:rsidRDefault="00EC6CB2">
      <w:r>
        <w:separator/>
      </w:r>
    </w:p>
  </w:footnote>
  <w:footnote w:type="continuationSeparator" w:id="0">
    <w:p w:rsidR="00EC6CB2" w:rsidRDefault="00EC6C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B27" w:rsidRDefault="00173B27">
    <w:pPr>
      <w:pStyle w:val="Kopfzeile"/>
    </w:pPr>
    <w:r>
      <w:rPr>
        <w:rFonts w:ascii="Arial" w:hAnsi="Arial" w:cs="Arial"/>
        <w:noProof/>
        <w:sz w:val="14"/>
        <w:szCs w:val="14"/>
        <w:lang w:eastAsia="de-DE"/>
      </w:rPr>
      <w:drawing>
        <wp:anchor distT="0" distB="0" distL="114300" distR="114300" simplePos="0" relativeHeight="251659264" behindDoc="0" locked="0" layoutInCell="1" allowOverlap="1">
          <wp:simplePos x="0" y="0"/>
          <wp:positionH relativeFrom="column">
            <wp:posOffset>4582160</wp:posOffset>
          </wp:positionH>
          <wp:positionV relativeFrom="paragraph">
            <wp:posOffset>43180</wp:posOffset>
          </wp:positionV>
          <wp:extent cx="1814400" cy="655200"/>
          <wp:effectExtent l="0" t="0" r="0" b="0"/>
          <wp:wrapNone/>
          <wp:docPr id="2" name="Grafik 0" descr="Logopu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Logopur.bmp"/>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14400" cy="655200"/>
                  </a:xfrm>
                  <a:prstGeom prst="rect">
                    <a:avLst/>
                  </a:prstGeom>
                  <a:noFill/>
                  <a:ln>
                    <a:noFill/>
                  </a:ln>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9"/>
  <w:proofState w:spelling="clean" w:grammar="clean"/>
  <w:attachedTemplate r:id="rId1"/>
  <w:defaultTabStop w:val="708"/>
  <w:hyphenationZone w:val="425"/>
  <w:characterSpacingControl w:val="doNotCompress"/>
  <w:footnotePr>
    <w:footnote w:id="-1"/>
    <w:footnote w:id="0"/>
  </w:footnotePr>
  <w:endnotePr>
    <w:endnote w:id="-1"/>
    <w:endnote w:id="0"/>
  </w:endnotePr>
  <w:compat/>
  <w:rsids>
    <w:rsidRoot w:val="001E29AF"/>
    <w:rsid w:val="00041E5B"/>
    <w:rsid w:val="0005703B"/>
    <w:rsid w:val="00057F13"/>
    <w:rsid w:val="00072BEB"/>
    <w:rsid w:val="00074DA4"/>
    <w:rsid w:val="00096BB6"/>
    <w:rsid w:val="000A68C1"/>
    <w:rsid w:val="000C0A15"/>
    <w:rsid w:val="000D2286"/>
    <w:rsid w:val="000E4BD7"/>
    <w:rsid w:val="000F1B3C"/>
    <w:rsid w:val="000F2189"/>
    <w:rsid w:val="000F5E0C"/>
    <w:rsid w:val="000F69CE"/>
    <w:rsid w:val="0011126A"/>
    <w:rsid w:val="001254CD"/>
    <w:rsid w:val="00134880"/>
    <w:rsid w:val="0015356B"/>
    <w:rsid w:val="00163629"/>
    <w:rsid w:val="00164C46"/>
    <w:rsid w:val="00173B27"/>
    <w:rsid w:val="00174EFB"/>
    <w:rsid w:val="001E235B"/>
    <w:rsid w:val="001E29AF"/>
    <w:rsid w:val="001F622E"/>
    <w:rsid w:val="002118CA"/>
    <w:rsid w:val="00246D18"/>
    <w:rsid w:val="00267B6B"/>
    <w:rsid w:val="00272F5A"/>
    <w:rsid w:val="00275966"/>
    <w:rsid w:val="00285A25"/>
    <w:rsid w:val="00287349"/>
    <w:rsid w:val="00295369"/>
    <w:rsid w:val="0029776B"/>
    <w:rsid w:val="002A0657"/>
    <w:rsid w:val="002A5410"/>
    <w:rsid w:val="002E0F78"/>
    <w:rsid w:val="002F0591"/>
    <w:rsid w:val="0030159E"/>
    <w:rsid w:val="0031570A"/>
    <w:rsid w:val="003172D9"/>
    <w:rsid w:val="00333CBA"/>
    <w:rsid w:val="003367B8"/>
    <w:rsid w:val="0038164C"/>
    <w:rsid w:val="00382E0B"/>
    <w:rsid w:val="003B32E8"/>
    <w:rsid w:val="003C05D9"/>
    <w:rsid w:val="003C5BB6"/>
    <w:rsid w:val="003E4421"/>
    <w:rsid w:val="00404C54"/>
    <w:rsid w:val="00407A76"/>
    <w:rsid w:val="00413A23"/>
    <w:rsid w:val="00415793"/>
    <w:rsid w:val="00416BC2"/>
    <w:rsid w:val="00440B22"/>
    <w:rsid w:val="004447C2"/>
    <w:rsid w:val="0046091A"/>
    <w:rsid w:val="00467E37"/>
    <w:rsid w:val="004A4232"/>
    <w:rsid w:val="004C20BF"/>
    <w:rsid w:val="0052255A"/>
    <w:rsid w:val="00527B68"/>
    <w:rsid w:val="00532A80"/>
    <w:rsid w:val="005360F9"/>
    <w:rsid w:val="00547D6C"/>
    <w:rsid w:val="00566F4B"/>
    <w:rsid w:val="005B43F5"/>
    <w:rsid w:val="005B5B5E"/>
    <w:rsid w:val="005F3104"/>
    <w:rsid w:val="005F631C"/>
    <w:rsid w:val="005F64FC"/>
    <w:rsid w:val="00602182"/>
    <w:rsid w:val="00603133"/>
    <w:rsid w:val="00603B8D"/>
    <w:rsid w:val="00616FD1"/>
    <w:rsid w:val="006259E5"/>
    <w:rsid w:val="0065407E"/>
    <w:rsid w:val="006876E4"/>
    <w:rsid w:val="006979D5"/>
    <w:rsid w:val="006F302E"/>
    <w:rsid w:val="006F7107"/>
    <w:rsid w:val="00726BE5"/>
    <w:rsid w:val="00727327"/>
    <w:rsid w:val="00751E0D"/>
    <w:rsid w:val="00754BA6"/>
    <w:rsid w:val="007F49D7"/>
    <w:rsid w:val="00815946"/>
    <w:rsid w:val="008334CD"/>
    <w:rsid w:val="00880094"/>
    <w:rsid w:val="00880E23"/>
    <w:rsid w:val="00882024"/>
    <w:rsid w:val="008A1A96"/>
    <w:rsid w:val="008C04F6"/>
    <w:rsid w:val="008E62F8"/>
    <w:rsid w:val="0090492C"/>
    <w:rsid w:val="00912517"/>
    <w:rsid w:val="00914C18"/>
    <w:rsid w:val="00916723"/>
    <w:rsid w:val="00976F0D"/>
    <w:rsid w:val="00980B57"/>
    <w:rsid w:val="00986A46"/>
    <w:rsid w:val="00992B17"/>
    <w:rsid w:val="009B4259"/>
    <w:rsid w:val="009C7412"/>
    <w:rsid w:val="009D3DE5"/>
    <w:rsid w:val="00A038CB"/>
    <w:rsid w:val="00A10105"/>
    <w:rsid w:val="00A10B5F"/>
    <w:rsid w:val="00A20B83"/>
    <w:rsid w:val="00A25E27"/>
    <w:rsid w:val="00A3320E"/>
    <w:rsid w:val="00A8402F"/>
    <w:rsid w:val="00AA3571"/>
    <w:rsid w:val="00AA5F8C"/>
    <w:rsid w:val="00AD2AA2"/>
    <w:rsid w:val="00AD6A46"/>
    <w:rsid w:val="00AF2DC9"/>
    <w:rsid w:val="00AF7C9C"/>
    <w:rsid w:val="00B0777D"/>
    <w:rsid w:val="00B25CEA"/>
    <w:rsid w:val="00B81923"/>
    <w:rsid w:val="00B978B0"/>
    <w:rsid w:val="00BC5B12"/>
    <w:rsid w:val="00BD3564"/>
    <w:rsid w:val="00BE395D"/>
    <w:rsid w:val="00BE4C55"/>
    <w:rsid w:val="00BF7DBB"/>
    <w:rsid w:val="00C31079"/>
    <w:rsid w:val="00C62053"/>
    <w:rsid w:val="00C62E2A"/>
    <w:rsid w:val="00C65C59"/>
    <w:rsid w:val="00C8785D"/>
    <w:rsid w:val="00CA017C"/>
    <w:rsid w:val="00CC7194"/>
    <w:rsid w:val="00CD4EB6"/>
    <w:rsid w:val="00CD6FCF"/>
    <w:rsid w:val="00CE355E"/>
    <w:rsid w:val="00D043EF"/>
    <w:rsid w:val="00D046EB"/>
    <w:rsid w:val="00D32D73"/>
    <w:rsid w:val="00D32D74"/>
    <w:rsid w:val="00D717C1"/>
    <w:rsid w:val="00D9632A"/>
    <w:rsid w:val="00DB436D"/>
    <w:rsid w:val="00DB45B4"/>
    <w:rsid w:val="00DC23E7"/>
    <w:rsid w:val="00DD6294"/>
    <w:rsid w:val="00DD7996"/>
    <w:rsid w:val="00DE3B61"/>
    <w:rsid w:val="00E0282C"/>
    <w:rsid w:val="00E032D5"/>
    <w:rsid w:val="00E047E6"/>
    <w:rsid w:val="00E208DF"/>
    <w:rsid w:val="00E77B7A"/>
    <w:rsid w:val="00E920D8"/>
    <w:rsid w:val="00E93737"/>
    <w:rsid w:val="00EA7DE9"/>
    <w:rsid w:val="00EA7F6B"/>
    <w:rsid w:val="00EB06BB"/>
    <w:rsid w:val="00EB5AD1"/>
    <w:rsid w:val="00EC6CB2"/>
    <w:rsid w:val="00ED1296"/>
    <w:rsid w:val="00F065C9"/>
    <w:rsid w:val="00F214D2"/>
    <w:rsid w:val="00F44933"/>
    <w:rsid w:val="00F56DA6"/>
    <w:rsid w:val="00F659A9"/>
    <w:rsid w:val="00FD2105"/>
    <w:rsid w:val="00FF3A2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D7996"/>
    <w:pPr>
      <w:spacing w:after="200" w:line="276" w:lineRule="auto"/>
    </w:pPr>
    <w:rPr>
      <w:sz w:val="22"/>
      <w:szCs w:val="22"/>
      <w:lang w:eastAsia="en-US"/>
    </w:rPr>
  </w:style>
  <w:style w:type="paragraph" w:styleId="berschrift3">
    <w:name w:val="heading 3"/>
    <w:basedOn w:val="Standard"/>
    <w:link w:val="berschrift3Zchn"/>
    <w:uiPriority w:val="9"/>
    <w:qFormat/>
    <w:rsid w:val="0005703B"/>
    <w:pPr>
      <w:spacing w:before="100" w:beforeAutospacing="1" w:after="100" w:afterAutospacing="1" w:line="240" w:lineRule="auto"/>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5703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5703B"/>
    <w:rPr>
      <w:rFonts w:ascii="Tahoma" w:hAnsi="Tahoma" w:cs="Tahoma"/>
      <w:sz w:val="16"/>
      <w:szCs w:val="16"/>
    </w:rPr>
  </w:style>
  <w:style w:type="character" w:customStyle="1" w:styleId="berschrift3Zchn">
    <w:name w:val="Überschrift 3 Zchn"/>
    <w:basedOn w:val="Absatz-Standardschriftart"/>
    <w:link w:val="berschrift3"/>
    <w:uiPriority w:val="9"/>
    <w:rsid w:val="0005703B"/>
    <w:rPr>
      <w:rFonts w:ascii="Times New Roman" w:eastAsia="Times New Roman" w:hAnsi="Times New Roman" w:cs="Times New Roman"/>
      <w:b/>
      <w:bCs/>
      <w:sz w:val="27"/>
      <w:szCs w:val="27"/>
      <w:lang w:eastAsia="de-DE"/>
    </w:rPr>
  </w:style>
  <w:style w:type="paragraph" w:styleId="Textkrper">
    <w:name w:val="Body Text"/>
    <w:basedOn w:val="Standard"/>
    <w:link w:val="TextkrperZchn"/>
    <w:rsid w:val="0005703B"/>
    <w:pPr>
      <w:widowControl w:val="0"/>
      <w:suppressAutoHyphens/>
      <w:spacing w:after="120" w:line="240" w:lineRule="auto"/>
    </w:pPr>
    <w:rPr>
      <w:rFonts w:ascii="Times" w:eastAsia="DejaVuSans" w:hAnsi="Times"/>
      <w:kern w:val="1"/>
      <w:sz w:val="24"/>
      <w:szCs w:val="24"/>
      <w:lang w:eastAsia="de-DE"/>
    </w:rPr>
  </w:style>
  <w:style w:type="character" w:customStyle="1" w:styleId="TextkrperZchn">
    <w:name w:val="Textkörper Zchn"/>
    <w:basedOn w:val="Absatz-Standardschriftart"/>
    <w:link w:val="Textkrper"/>
    <w:rsid w:val="0005703B"/>
    <w:rPr>
      <w:rFonts w:ascii="Times" w:eastAsia="DejaVuSans" w:hAnsi="Times" w:cs="Times New Roman"/>
      <w:kern w:val="1"/>
      <w:sz w:val="24"/>
      <w:szCs w:val="24"/>
      <w:lang w:eastAsia="de-DE"/>
    </w:rPr>
  </w:style>
  <w:style w:type="paragraph" w:styleId="Kopfzeile">
    <w:name w:val="header"/>
    <w:basedOn w:val="Standard"/>
    <w:rsid w:val="009B4259"/>
    <w:pPr>
      <w:tabs>
        <w:tab w:val="center" w:pos="4536"/>
        <w:tab w:val="right" w:pos="9072"/>
      </w:tabs>
    </w:pPr>
  </w:style>
  <w:style w:type="paragraph" w:styleId="Fuzeile">
    <w:name w:val="footer"/>
    <w:basedOn w:val="Standard"/>
    <w:rsid w:val="009B4259"/>
    <w:pPr>
      <w:tabs>
        <w:tab w:val="center" w:pos="4536"/>
        <w:tab w:val="right" w:pos="9072"/>
      </w:tabs>
    </w:pPr>
  </w:style>
  <w:style w:type="character" w:styleId="Zeilennummer">
    <w:name w:val="line number"/>
    <w:basedOn w:val="Absatz-Standardschriftart"/>
    <w:rsid w:val="00EA7D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D7996"/>
    <w:pPr>
      <w:spacing w:after="200" w:line="276" w:lineRule="auto"/>
    </w:pPr>
    <w:rPr>
      <w:sz w:val="22"/>
      <w:szCs w:val="22"/>
      <w:lang w:eastAsia="en-US"/>
    </w:rPr>
  </w:style>
  <w:style w:type="paragraph" w:styleId="berschrift3">
    <w:name w:val="heading 3"/>
    <w:basedOn w:val="Standard"/>
    <w:link w:val="berschrift3Zchn"/>
    <w:uiPriority w:val="9"/>
    <w:qFormat/>
    <w:rsid w:val="0005703B"/>
    <w:pPr>
      <w:spacing w:before="100" w:beforeAutospacing="1" w:after="100" w:afterAutospacing="1" w:line="240" w:lineRule="auto"/>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5703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5703B"/>
    <w:rPr>
      <w:rFonts w:ascii="Tahoma" w:hAnsi="Tahoma" w:cs="Tahoma"/>
      <w:sz w:val="16"/>
      <w:szCs w:val="16"/>
    </w:rPr>
  </w:style>
  <w:style w:type="character" w:customStyle="1" w:styleId="berschrift3Zchn">
    <w:name w:val="Überschrift 3 Zchn"/>
    <w:basedOn w:val="Absatz-Standardschriftart"/>
    <w:link w:val="berschrift3"/>
    <w:uiPriority w:val="9"/>
    <w:rsid w:val="0005703B"/>
    <w:rPr>
      <w:rFonts w:ascii="Times New Roman" w:eastAsia="Times New Roman" w:hAnsi="Times New Roman" w:cs="Times New Roman"/>
      <w:b/>
      <w:bCs/>
      <w:sz w:val="27"/>
      <w:szCs w:val="27"/>
      <w:lang w:eastAsia="de-DE"/>
    </w:rPr>
  </w:style>
  <w:style w:type="paragraph" w:styleId="Textkrper">
    <w:name w:val="Body Text"/>
    <w:basedOn w:val="Standard"/>
    <w:link w:val="TextkrperZchn"/>
    <w:rsid w:val="0005703B"/>
    <w:pPr>
      <w:widowControl w:val="0"/>
      <w:suppressAutoHyphens/>
      <w:spacing w:after="120" w:line="240" w:lineRule="auto"/>
    </w:pPr>
    <w:rPr>
      <w:rFonts w:ascii="Times" w:eastAsia="DejaVuSans" w:hAnsi="Times"/>
      <w:kern w:val="1"/>
      <w:sz w:val="24"/>
      <w:szCs w:val="24"/>
      <w:lang w:eastAsia="de-DE"/>
    </w:rPr>
  </w:style>
  <w:style w:type="character" w:customStyle="1" w:styleId="TextkrperZchn">
    <w:name w:val="Textkörper Zchn"/>
    <w:basedOn w:val="Absatz-Standardschriftart"/>
    <w:link w:val="Textkrper"/>
    <w:rsid w:val="0005703B"/>
    <w:rPr>
      <w:rFonts w:ascii="Times" w:eastAsia="DejaVuSans" w:hAnsi="Times" w:cs="Times New Roman"/>
      <w:kern w:val="1"/>
      <w:sz w:val="24"/>
      <w:szCs w:val="24"/>
      <w:lang w:eastAsia="de-DE"/>
    </w:rPr>
  </w:style>
  <w:style w:type="paragraph" w:styleId="Kopfzeile">
    <w:name w:val="header"/>
    <w:basedOn w:val="Standard"/>
    <w:rsid w:val="009B4259"/>
    <w:pPr>
      <w:tabs>
        <w:tab w:val="center" w:pos="4536"/>
        <w:tab w:val="right" w:pos="9072"/>
      </w:tabs>
    </w:pPr>
  </w:style>
  <w:style w:type="paragraph" w:styleId="Fuzeile">
    <w:name w:val="footer"/>
    <w:basedOn w:val="Standard"/>
    <w:rsid w:val="009B4259"/>
    <w:pPr>
      <w:tabs>
        <w:tab w:val="center" w:pos="4536"/>
        <w:tab w:val="right" w:pos="9072"/>
      </w:tabs>
    </w:pPr>
  </w:style>
  <w:style w:type="character" w:styleId="Zeilennummer">
    <w:name w:val="line number"/>
    <w:basedOn w:val="Absatz-Standardschriftart"/>
    <w:rsid w:val="00EA7DE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lf\Desktop\NEUVorlagen\Brief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Briefvorlage.dotx</Template>
  <TotalTime>0</TotalTime>
  <Pages>1</Pages>
  <Words>210</Words>
  <Characters>1326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Ihre Absenderadresse: Firma - Straße - PLZ - Stadt</vt:lpstr>
    </vt:vector>
  </TitlesOfParts>
  <Company/>
  <LinksUpToDate>false</LinksUpToDate>
  <CharactersWithSpaces>1533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Ihre Absenderadresse: Firma - Straße - PLZ - Stadt</dc:title>
  <dc:creator>ralf</dc:creator>
  <cp:lastModifiedBy>jkirbis</cp:lastModifiedBy>
  <cp:revision>5</cp:revision>
  <cp:lastPrinted>2012-03-19T09:50:00Z</cp:lastPrinted>
  <dcterms:created xsi:type="dcterms:W3CDTF">2012-03-19T09:56:00Z</dcterms:created>
  <dcterms:modified xsi:type="dcterms:W3CDTF">2014-10-30T11:55:00Z</dcterms:modified>
</cp:coreProperties>
</file>